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C5" w:rsidRDefault="00A450F5">
      <w:r>
        <w:t>Water Bottle Poster Rubric                                                   Name _____________________________</w:t>
      </w:r>
    </w:p>
    <w:p w:rsidR="00A450F5" w:rsidRDefault="00A450F5"/>
    <w:p w:rsidR="00A450F5" w:rsidRDefault="00A450F5">
      <w:r>
        <w:t xml:space="preserve">Poster explained at least 3 ways that plastic </w:t>
      </w:r>
    </w:p>
    <w:p w:rsidR="00A450F5" w:rsidRDefault="00A450F5">
      <w:proofErr w:type="gramStart"/>
      <w:r>
        <w:t>bottles</w:t>
      </w:r>
      <w:proofErr w:type="gramEnd"/>
      <w:r>
        <w:t xml:space="preserve"> negatively impact the environment                           _______/15</w:t>
      </w:r>
    </w:p>
    <w:p w:rsidR="00A450F5" w:rsidRDefault="00A450F5"/>
    <w:p w:rsidR="00A450F5" w:rsidRDefault="00A450F5" w:rsidP="00A450F5">
      <w:r>
        <w:t xml:space="preserve">Poster explained at least 3 ways that plastic </w:t>
      </w:r>
    </w:p>
    <w:p w:rsidR="00A450F5" w:rsidRDefault="00A450F5" w:rsidP="00A450F5">
      <w:proofErr w:type="gramStart"/>
      <w:r>
        <w:t>bottles</w:t>
      </w:r>
      <w:proofErr w:type="gramEnd"/>
      <w:r>
        <w:t xml:space="preserve"> negatively impact</w:t>
      </w:r>
      <w:r>
        <w:t xml:space="preserve"> human health                                </w:t>
      </w:r>
      <w:r>
        <w:t>_______/15</w:t>
      </w:r>
    </w:p>
    <w:p w:rsidR="00A450F5" w:rsidRDefault="00A450F5" w:rsidP="00A450F5"/>
    <w:p w:rsidR="00A450F5" w:rsidRDefault="00A450F5" w:rsidP="00A450F5">
      <w:r>
        <w:t xml:space="preserve">Poster explained at least 3 </w:t>
      </w:r>
      <w:r>
        <w:t>responsible</w:t>
      </w:r>
    </w:p>
    <w:p w:rsidR="00A450F5" w:rsidRDefault="00A450F5" w:rsidP="00A450F5">
      <w:proofErr w:type="gramStart"/>
      <w:r>
        <w:t>alternatives</w:t>
      </w:r>
      <w:proofErr w:type="gramEnd"/>
      <w:r>
        <w:t xml:space="preserve"> to using plastic water bottles                             </w:t>
      </w:r>
      <w:r>
        <w:t>_______/15</w:t>
      </w:r>
    </w:p>
    <w:p w:rsidR="00A450F5" w:rsidRDefault="00A450F5" w:rsidP="00A450F5">
      <w:r>
        <w:t xml:space="preserve">      </w:t>
      </w:r>
    </w:p>
    <w:p w:rsidR="00A450F5" w:rsidRDefault="00A450F5" w:rsidP="00A450F5"/>
    <w:p w:rsidR="00A450F5" w:rsidRDefault="00A450F5" w:rsidP="00A450F5">
      <w:r>
        <w:t>Water Bottle Poster Rubric                                                   Name _____________________________</w:t>
      </w:r>
    </w:p>
    <w:p w:rsidR="00A450F5" w:rsidRDefault="00A450F5" w:rsidP="00A450F5"/>
    <w:p w:rsidR="00A450F5" w:rsidRDefault="00A450F5" w:rsidP="00A450F5">
      <w:r>
        <w:t xml:space="preserve">Poster explained at least 3 ways that plastic </w:t>
      </w:r>
    </w:p>
    <w:p w:rsidR="00A450F5" w:rsidRDefault="00A450F5" w:rsidP="00A450F5">
      <w:proofErr w:type="gramStart"/>
      <w:r>
        <w:t>bottles</w:t>
      </w:r>
      <w:proofErr w:type="gramEnd"/>
      <w:r>
        <w:t xml:space="preserve"> negatively impact the environment                           _______/15</w:t>
      </w:r>
    </w:p>
    <w:p w:rsidR="00A450F5" w:rsidRDefault="00A450F5" w:rsidP="00A450F5"/>
    <w:p w:rsidR="00A450F5" w:rsidRDefault="00A450F5" w:rsidP="00A450F5">
      <w:r>
        <w:t xml:space="preserve">Poster explained at least 3 ways that plastic </w:t>
      </w:r>
    </w:p>
    <w:p w:rsidR="00A450F5" w:rsidRDefault="00A450F5" w:rsidP="00A450F5">
      <w:proofErr w:type="gramStart"/>
      <w:r>
        <w:t>bottles</w:t>
      </w:r>
      <w:proofErr w:type="gramEnd"/>
      <w:r>
        <w:t xml:space="preserve"> negatively impact human health                                _______/15</w:t>
      </w:r>
    </w:p>
    <w:p w:rsidR="00A450F5" w:rsidRDefault="00A450F5" w:rsidP="00A450F5"/>
    <w:p w:rsidR="00A450F5" w:rsidRDefault="00A450F5" w:rsidP="00A450F5">
      <w:r>
        <w:t>Poster explained at least 3 responsible</w:t>
      </w:r>
    </w:p>
    <w:p w:rsidR="00A450F5" w:rsidRDefault="00A450F5" w:rsidP="00A450F5">
      <w:proofErr w:type="gramStart"/>
      <w:r>
        <w:t>alternatives</w:t>
      </w:r>
      <w:proofErr w:type="gramEnd"/>
      <w:r>
        <w:t xml:space="preserve"> to using plastic water bottles                             _______/15</w:t>
      </w:r>
    </w:p>
    <w:p w:rsidR="00A450F5" w:rsidRDefault="00A450F5" w:rsidP="00A450F5">
      <w:bookmarkStart w:id="0" w:name="_GoBack"/>
      <w:bookmarkEnd w:id="0"/>
    </w:p>
    <w:p w:rsidR="00A450F5" w:rsidRDefault="00A450F5"/>
    <w:p w:rsidR="00A450F5" w:rsidRDefault="00A450F5"/>
    <w:sectPr w:rsidR="00A45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F5"/>
    <w:rsid w:val="007848C5"/>
    <w:rsid w:val="00A4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91F215C8.dotm</Template>
  <TotalTime>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</cp:revision>
  <dcterms:created xsi:type="dcterms:W3CDTF">2012-03-12T12:17:00Z</dcterms:created>
  <dcterms:modified xsi:type="dcterms:W3CDTF">2012-03-12T12:21:00Z</dcterms:modified>
</cp:coreProperties>
</file>